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2FF6D95A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6517D3">
        <w:rPr>
          <w:b/>
          <w:color w:val="FF5200" w:themeColor="accent2"/>
          <w:sz w:val="36"/>
          <w:szCs w:val="36"/>
        </w:rPr>
        <w:t xml:space="preserve">Rámcová dohoda na dodávky notebooků s dotykovým displejem“ vedené pod </w:t>
      </w:r>
      <w:r w:rsidR="006517D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46598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50894</w:t>
      </w:r>
      <w:r w:rsidR="006517D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79F12E07" w14:textId="72057CAE" w:rsidR="00037B04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9606629" w:history="1">
            <w:r w:rsidR="00037B04" w:rsidRPr="009559B7">
              <w:rPr>
                <w:rStyle w:val="Hypertextovodkaz"/>
                <w:noProof/>
              </w:rPr>
              <w:t>Kapitola 1.</w:t>
            </w:r>
            <w:r w:rsidR="00037B04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037B04" w:rsidRPr="009559B7">
              <w:rPr>
                <w:rStyle w:val="Hypertextovodkaz"/>
                <w:noProof/>
              </w:rPr>
              <w:t>Základní údaje k nabídce</w:t>
            </w:r>
            <w:r w:rsidR="00037B04">
              <w:rPr>
                <w:noProof/>
                <w:webHidden/>
              </w:rPr>
              <w:tab/>
            </w:r>
            <w:r w:rsidR="00037B04">
              <w:rPr>
                <w:noProof/>
                <w:webHidden/>
              </w:rPr>
              <w:fldChar w:fldCharType="begin"/>
            </w:r>
            <w:r w:rsidR="00037B04">
              <w:rPr>
                <w:noProof/>
                <w:webHidden/>
              </w:rPr>
              <w:instrText xml:space="preserve"> PAGEREF _Toc169606629 \h </w:instrText>
            </w:r>
            <w:r w:rsidR="00037B04">
              <w:rPr>
                <w:noProof/>
                <w:webHidden/>
              </w:rPr>
            </w:r>
            <w:r w:rsidR="00037B04">
              <w:rPr>
                <w:noProof/>
                <w:webHidden/>
              </w:rPr>
              <w:fldChar w:fldCharType="separate"/>
            </w:r>
            <w:r w:rsidR="00037B04">
              <w:rPr>
                <w:noProof/>
                <w:webHidden/>
              </w:rPr>
              <w:t>2</w:t>
            </w:r>
            <w:r w:rsidR="00037B04">
              <w:rPr>
                <w:noProof/>
                <w:webHidden/>
              </w:rPr>
              <w:fldChar w:fldCharType="end"/>
            </w:r>
          </w:hyperlink>
        </w:p>
        <w:p w14:paraId="347FC90A" w14:textId="3C2BAA70" w:rsidR="00037B04" w:rsidRDefault="0046598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9606630" w:history="1">
            <w:r w:rsidR="00037B04" w:rsidRPr="009559B7">
              <w:rPr>
                <w:rStyle w:val="Hypertextovodkaz"/>
                <w:noProof/>
              </w:rPr>
              <w:t>Kapitola 2.</w:t>
            </w:r>
            <w:r w:rsidR="00037B04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037B04" w:rsidRPr="009559B7">
              <w:rPr>
                <w:rStyle w:val="Hypertextovodkaz"/>
                <w:noProof/>
              </w:rPr>
              <w:t>Ceník</w:t>
            </w:r>
            <w:r w:rsidR="00037B04">
              <w:rPr>
                <w:noProof/>
                <w:webHidden/>
              </w:rPr>
              <w:tab/>
            </w:r>
            <w:r w:rsidR="00037B04">
              <w:rPr>
                <w:noProof/>
                <w:webHidden/>
              </w:rPr>
              <w:fldChar w:fldCharType="begin"/>
            </w:r>
            <w:r w:rsidR="00037B04">
              <w:rPr>
                <w:noProof/>
                <w:webHidden/>
              </w:rPr>
              <w:instrText xml:space="preserve"> PAGEREF _Toc169606630 \h </w:instrText>
            </w:r>
            <w:r w:rsidR="00037B04">
              <w:rPr>
                <w:noProof/>
                <w:webHidden/>
              </w:rPr>
            </w:r>
            <w:r w:rsidR="00037B04">
              <w:rPr>
                <w:noProof/>
                <w:webHidden/>
              </w:rPr>
              <w:fldChar w:fldCharType="separate"/>
            </w:r>
            <w:r w:rsidR="00037B04">
              <w:rPr>
                <w:noProof/>
                <w:webHidden/>
              </w:rPr>
              <w:t>3</w:t>
            </w:r>
            <w:r w:rsidR="00037B04">
              <w:rPr>
                <w:noProof/>
                <w:webHidden/>
              </w:rPr>
              <w:fldChar w:fldCharType="end"/>
            </w:r>
          </w:hyperlink>
        </w:p>
        <w:p w14:paraId="25506046" w14:textId="34C7A856" w:rsidR="00037B04" w:rsidRDefault="0046598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9606631" w:history="1">
            <w:r w:rsidR="00037B04" w:rsidRPr="009559B7">
              <w:rPr>
                <w:rStyle w:val="Hypertextovodkaz"/>
                <w:noProof/>
              </w:rPr>
              <w:t>Kapitola 3.</w:t>
            </w:r>
            <w:r w:rsidR="00037B04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037B04" w:rsidRPr="009559B7">
              <w:rPr>
                <w:rStyle w:val="Hypertextovodkaz"/>
                <w:noProof/>
              </w:rPr>
              <w:t>Čestné prohlášení o splnění základní způsobilosti</w:t>
            </w:r>
            <w:r w:rsidR="00037B04">
              <w:rPr>
                <w:noProof/>
                <w:webHidden/>
              </w:rPr>
              <w:tab/>
            </w:r>
            <w:r w:rsidR="00037B04">
              <w:rPr>
                <w:noProof/>
                <w:webHidden/>
              </w:rPr>
              <w:fldChar w:fldCharType="begin"/>
            </w:r>
            <w:r w:rsidR="00037B04">
              <w:rPr>
                <w:noProof/>
                <w:webHidden/>
              </w:rPr>
              <w:instrText xml:space="preserve"> PAGEREF _Toc169606631 \h </w:instrText>
            </w:r>
            <w:r w:rsidR="00037B04">
              <w:rPr>
                <w:noProof/>
                <w:webHidden/>
              </w:rPr>
            </w:r>
            <w:r w:rsidR="00037B04">
              <w:rPr>
                <w:noProof/>
                <w:webHidden/>
              </w:rPr>
              <w:fldChar w:fldCharType="separate"/>
            </w:r>
            <w:r w:rsidR="00037B04">
              <w:rPr>
                <w:noProof/>
                <w:webHidden/>
              </w:rPr>
              <w:t>4</w:t>
            </w:r>
            <w:r w:rsidR="00037B04">
              <w:rPr>
                <w:noProof/>
                <w:webHidden/>
              </w:rPr>
              <w:fldChar w:fldCharType="end"/>
            </w:r>
          </w:hyperlink>
        </w:p>
        <w:p w14:paraId="178A1687" w14:textId="61AA6186" w:rsidR="00037B04" w:rsidRDefault="0046598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9606632" w:history="1">
            <w:r w:rsidR="00037B04" w:rsidRPr="009559B7">
              <w:rPr>
                <w:rStyle w:val="Hypertextovodkaz"/>
                <w:noProof/>
              </w:rPr>
              <w:t>Kapitola 4.</w:t>
            </w:r>
            <w:r w:rsidR="00037B04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037B04" w:rsidRPr="009559B7">
              <w:rPr>
                <w:rStyle w:val="Hypertextovodkaz"/>
                <w:noProof/>
              </w:rPr>
              <w:t>Čestné prohlášení účastníka o střetu zájmů</w:t>
            </w:r>
            <w:r w:rsidR="00037B04">
              <w:rPr>
                <w:noProof/>
                <w:webHidden/>
              </w:rPr>
              <w:tab/>
            </w:r>
            <w:r w:rsidR="00037B04">
              <w:rPr>
                <w:noProof/>
                <w:webHidden/>
              </w:rPr>
              <w:fldChar w:fldCharType="begin"/>
            </w:r>
            <w:r w:rsidR="00037B04">
              <w:rPr>
                <w:noProof/>
                <w:webHidden/>
              </w:rPr>
              <w:instrText xml:space="preserve"> PAGEREF _Toc169606632 \h </w:instrText>
            </w:r>
            <w:r w:rsidR="00037B04">
              <w:rPr>
                <w:noProof/>
                <w:webHidden/>
              </w:rPr>
            </w:r>
            <w:r w:rsidR="00037B04">
              <w:rPr>
                <w:noProof/>
                <w:webHidden/>
              </w:rPr>
              <w:fldChar w:fldCharType="separate"/>
            </w:r>
            <w:r w:rsidR="00037B04">
              <w:rPr>
                <w:noProof/>
                <w:webHidden/>
              </w:rPr>
              <w:t>5</w:t>
            </w:r>
            <w:r w:rsidR="00037B04">
              <w:rPr>
                <w:noProof/>
                <w:webHidden/>
              </w:rPr>
              <w:fldChar w:fldCharType="end"/>
            </w:r>
          </w:hyperlink>
        </w:p>
        <w:p w14:paraId="278EFC41" w14:textId="5C09131F" w:rsidR="00037B04" w:rsidRDefault="0046598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9606633" w:history="1">
            <w:r w:rsidR="00037B04" w:rsidRPr="009559B7">
              <w:rPr>
                <w:rStyle w:val="Hypertextovodkaz"/>
                <w:noProof/>
              </w:rPr>
              <w:t>Kapitola 5.</w:t>
            </w:r>
            <w:r w:rsidR="00037B04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037B04" w:rsidRPr="009559B7">
              <w:rPr>
                <w:rStyle w:val="Hypertextovodkaz"/>
                <w:noProof/>
              </w:rPr>
              <w:t>Čestné prohlášení účastníka k neuzavření zakázaných dohod</w:t>
            </w:r>
            <w:r w:rsidR="00037B04">
              <w:rPr>
                <w:noProof/>
                <w:webHidden/>
              </w:rPr>
              <w:tab/>
            </w:r>
            <w:r w:rsidR="00037B04">
              <w:rPr>
                <w:noProof/>
                <w:webHidden/>
              </w:rPr>
              <w:fldChar w:fldCharType="begin"/>
            </w:r>
            <w:r w:rsidR="00037B04">
              <w:rPr>
                <w:noProof/>
                <w:webHidden/>
              </w:rPr>
              <w:instrText xml:space="preserve"> PAGEREF _Toc169606633 \h </w:instrText>
            </w:r>
            <w:r w:rsidR="00037B04">
              <w:rPr>
                <w:noProof/>
                <w:webHidden/>
              </w:rPr>
            </w:r>
            <w:r w:rsidR="00037B04">
              <w:rPr>
                <w:noProof/>
                <w:webHidden/>
              </w:rPr>
              <w:fldChar w:fldCharType="separate"/>
            </w:r>
            <w:r w:rsidR="00037B04">
              <w:rPr>
                <w:noProof/>
                <w:webHidden/>
              </w:rPr>
              <w:t>6</w:t>
            </w:r>
            <w:r w:rsidR="00037B04">
              <w:rPr>
                <w:noProof/>
                <w:webHidden/>
              </w:rPr>
              <w:fldChar w:fldCharType="end"/>
            </w:r>
          </w:hyperlink>
        </w:p>
        <w:p w14:paraId="337020D5" w14:textId="791C0D4F" w:rsidR="00037B04" w:rsidRDefault="00465984" w:rsidP="00037B04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9606634" w:history="1">
            <w:r w:rsidR="00037B04" w:rsidRPr="009559B7">
              <w:rPr>
                <w:rStyle w:val="Hypertextovodkaz"/>
                <w:rFonts w:eastAsia="Times New Roman"/>
                <w:noProof/>
              </w:rPr>
              <w:t>Kapitola 6.</w:t>
            </w:r>
            <w:r w:rsidR="00037B04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037B04" w:rsidRPr="009559B7">
              <w:rPr>
                <w:rStyle w:val="Hypertextovodkaz"/>
                <w:noProof/>
              </w:rPr>
              <w:t>Čestné</w:t>
            </w:r>
            <w:r w:rsidR="00037B04" w:rsidRPr="009559B7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037B04">
              <w:rPr>
                <w:noProof/>
                <w:webHidden/>
              </w:rPr>
              <w:tab/>
            </w:r>
            <w:r w:rsidR="00037B04">
              <w:rPr>
                <w:noProof/>
                <w:webHidden/>
              </w:rPr>
              <w:fldChar w:fldCharType="begin"/>
            </w:r>
            <w:r w:rsidR="00037B04">
              <w:rPr>
                <w:noProof/>
                <w:webHidden/>
              </w:rPr>
              <w:instrText xml:space="preserve"> PAGEREF _Toc169606634 \h </w:instrText>
            </w:r>
            <w:r w:rsidR="00037B04">
              <w:rPr>
                <w:noProof/>
                <w:webHidden/>
              </w:rPr>
            </w:r>
            <w:r w:rsidR="00037B04">
              <w:rPr>
                <w:noProof/>
                <w:webHidden/>
              </w:rPr>
              <w:fldChar w:fldCharType="separate"/>
            </w:r>
            <w:r w:rsidR="00037B04">
              <w:rPr>
                <w:noProof/>
                <w:webHidden/>
              </w:rPr>
              <w:t>7</w:t>
            </w:r>
            <w:r w:rsidR="00037B04">
              <w:rPr>
                <w:noProof/>
                <w:webHidden/>
              </w:rPr>
              <w:fldChar w:fldCharType="end"/>
            </w:r>
          </w:hyperlink>
        </w:p>
        <w:p w14:paraId="6FA84F56" w14:textId="5731FB24" w:rsidR="00037B04" w:rsidRDefault="0046598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9606635" w:history="1">
            <w:r w:rsidR="00037B04" w:rsidRPr="009559B7">
              <w:rPr>
                <w:rStyle w:val="Hypertextovodkaz"/>
                <w:noProof/>
              </w:rPr>
              <w:t>Kapitola 7.</w:t>
            </w:r>
            <w:r w:rsidR="00037B04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037B04" w:rsidRPr="009559B7">
              <w:rPr>
                <w:rStyle w:val="Hypertextovodkaz"/>
                <w:noProof/>
              </w:rPr>
              <w:t>Čestné prohlášení o splnění technické kvalifikace</w:t>
            </w:r>
            <w:r w:rsidR="00037B04">
              <w:rPr>
                <w:noProof/>
                <w:webHidden/>
              </w:rPr>
              <w:tab/>
            </w:r>
            <w:r w:rsidR="00037B04">
              <w:rPr>
                <w:noProof/>
                <w:webHidden/>
              </w:rPr>
              <w:fldChar w:fldCharType="begin"/>
            </w:r>
            <w:r w:rsidR="00037B04">
              <w:rPr>
                <w:noProof/>
                <w:webHidden/>
              </w:rPr>
              <w:instrText xml:space="preserve"> PAGEREF _Toc169606635 \h </w:instrText>
            </w:r>
            <w:r w:rsidR="00037B04">
              <w:rPr>
                <w:noProof/>
                <w:webHidden/>
              </w:rPr>
            </w:r>
            <w:r w:rsidR="00037B04">
              <w:rPr>
                <w:noProof/>
                <w:webHidden/>
              </w:rPr>
              <w:fldChar w:fldCharType="separate"/>
            </w:r>
            <w:r w:rsidR="00037B04">
              <w:rPr>
                <w:noProof/>
                <w:webHidden/>
              </w:rPr>
              <w:t>8</w:t>
            </w:r>
            <w:r w:rsidR="00037B04">
              <w:rPr>
                <w:noProof/>
                <w:webHidden/>
              </w:rPr>
              <w:fldChar w:fldCharType="end"/>
            </w:r>
          </w:hyperlink>
        </w:p>
        <w:p w14:paraId="218BAFDF" w14:textId="26F88CC8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69606629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25954911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6517D3">
        <w:rPr>
          <w:rFonts w:eastAsia="Times New Roman" w:cs="Times New Roman"/>
          <w:lang w:eastAsia="cs-CZ"/>
        </w:rPr>
        <w:t>podlimitní sektorovou veřejnou zakázku</w:t>
      </w:r>
      <w:r w:rsidR="006517D3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465984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465984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69606630"/>
      <w:r>
        <w:lastRenderedPageBreak/>
        <w:t>Ceník</w:t>
      </w:r>
      <w:bookmarkEnd w:id="1"/>
    </w:p>
    <w:p w14:paraId="3E5E9B0F" w14:textId="5D8C1505" w:rsidR="007E5951" w:rsidRPr="002072A0" w:rsidRDefault="006517D3" w:rsidP="007E5951">
      <w:pPr>
        <w:rPr>
          <w:rStyle w:val="Siln"/>
          <w:b w:val="0"/>
          <w:bCs w:val="0"/>
        </w:rPr>
      </w:pPr>
      <w:r>
        <w:rPr>
          <w:rStyle w:val="Siln"/>
          <w:b w:val="0"/>
          <w:bCs w:val="0"/>
        </w:rPr>
        <w:t>Za účelem stanovení celkové nabídkové ceny bude účastníkem vyplněna příloha č. 2 Závazného vzoru smlouvy</w:t>
      </w:r>
      <w:r w:rsidR="002072A0"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69606631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69606632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69606633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69606634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169606635"/>
      <w:r w:rsidRPr="00E85D44">
        <w:t>Čestné prohlášení o splnění technické kvalifikace</w:t>
      </w:r>
      <w:bookmarkEnd w:id="6"/>
    </w:p>
    <w:p w14:paraId="71002640" w14:textId="625D230B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 3 roky před </w:t>
      </w:r>
      <w:r w:rsidR="00E85D44" w:rsidRPr="006517D3">
        <w:rPr>
          <w:lang w:eastAsia="cs-CZ"/>
        </w:rPr>
        <w:t xml:space="preserve">zahájením </w:t>
      </w:r>
      <w:r w:rsidR="00A63D48" w:rsidRPr="006517D3">
        <w:rPr>
          <w:lang w:eastAsia="cs-CZ"/>
        </w:rPr>
        <w:t xml:space="preserve">výběrového </w:t>
      </w:r>
      <w:r w:rsidR="00E85D44" w:rsidRPr="006517D3">
        <w:rPr>
          <w:lang w:eastAsia="cs-CZ"/>
        </w:rPr>
        <w:t xml:space="preserve">řízení poskytoval alespoň </w:t>
      </w:r>
      <w:r w:rsidR="006517D3" w:rsidRPr="006517D3">
        <w:rPr>
          <w:lang w:eastAsia="cs-CZ"/>
        </w:rPr>
        <w:t>2</w:t>
      </w:r>
      <w:r w:rsidR="00E85D44" w:rsidRPr="006517D3">
        <w:rPr>
          <w:lang w:eastAsia="cs-CZ"/>
        </w:rPr>
        <w:t xml:space="preserve"> významn</w:t>
      </w:r>
      <w:r w:rsidR="006517D3" w:rsidRPr="006517D3">
        <w:rPr>
          <w:lang w:eastAsia="cs-CZ"/>
        </w:rPr>
        <w:t>é</w:t>
      </w:r>
      <w:r w:rsidR="00E85D44" w:rsidRPr="006517D3">
        <w:rPr>
          <w:lang w:eastAsia="cs-CZ"/>
        </w:rPr>
        <w:t xml:space="preserve"> </w:t>
      </w:r>
      <w:r w:rsidR="0048284B">
        <w:rPr>
          <w:lang w:eastAsia="cs-CZ"/>
        </w:rPr>
        <w:t>dodávky</w:t>
      </w:r>
      <w:r w:rsidR="00E85D44" w:rsidRPr="006517D3">
        <w:rPr>
          <w:lang w:eastAsia="cs-CZ"/>
        </w:rPr>
        <w:t xml:space="preserve"> definovan</w:t>
      </w:r>
      <w:r w:rsidR="006517D3" w:rsidRPr="006517D3">
        <w:rPr>
          <w:lang w:eastAsia="cs-CZ"/>
        </w:rPr>
        <w:t>é</w:t>
      </w:r>
      <w:r w:rsidR="00E85D44" w:rsidRPr="006517D3">
        <w:rPr>
          <w:lang w:eastAsia="cs-CZ"/>
        </w:rPr>
        <w:t xml:space="preserve"> v čl. </w:t>
      </w:r>
      <w:r w:rsidR="006517D3" w:rsidRPr="006517D3">
        <w:rPr>
          <w:lang w:eastAsia="cs-CZ"/>
        </w:rPr>
        <w:t>9.5.1.</w:t>
      </w:r>
      <w:r w:rsidR="00E85D44">
        <w:rPr>
          <w:lang w:eastAsia="cs-CZ"/>
        </w:rPr>
        <w:t xml:space="preserve"> </w:t>
      </w:r>
      <w:r w:rsidR="00B87D91">
        <w:rPr>
          <w:lang w:eastAsia="cs-CZ"/>
        </w:rPr>
        <w:t>V</w:t>
      </w:r>
      <w:r w:rsidR="00E85D44">
        <w:rPr>
          <w:lang w:eastAsia="cs-CZ"/>
        </w:rPr>
        <w:t>ýzvy k podání nabídky</w:t>
      </w:r>
      <w:r w:rsidR="006517D3">
        <w:rPr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0F510E6E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Objednatel </w:t>
            </w:r>
            <w:r w:rsidR="0048284B">
              <w:rPr>
                <w:rStyle w:val="Siln"/>
              </w:rPr>
              <w:t>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7BD601E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0643987E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</w:t>
            </w:r>
            <w:r w:rsidR="0048284B">
              <w:rPr>
                <w:rStyle w:val="Siln"/>
              </w:rPr>
              <w:t>dodávky</w:t>
            </w:r>
            <w:r w:rsidRPr="00471B29">
              <w:rPr>
                <w:rStyle w:val="Siln"/>
              </w:rPr>
              <w:t xml:space="preserve">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32F00C4E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Celkový finanční objem </w:t>
            </w:r>
            <w:r w:rsidR="0048284B">
              <w:rPr>
                <w:rStyle w:val="Siln"/>
              </w:rPr>
              <w:t>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6517D3" w:rsidRDefault="00E85D44" w:rsidP="00A327CB">
            <w:pPr>
              <w:suppressAutoHyphens/>
              <w:spacing w:line="216" w:lineRule="auto"/>
              <w:rPr>
                <w:rStyle w:val="Siln"/>
                <w:b/>
                <w:bCs w:val="0"/>
              </w:rPr>
            </w:pPr>
            <w:r w:rsidRPr="006517D3">
              <w:rPr>
                <w:rStyle w:val="Siln"/>
                <w:b/>
                <w:bCs w:val="0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B9BE38F" w14:textId="77777777" w:rsidR="006517D3" w:rsidRDefault="006517D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249CD56" w14:textId="77777777" w:rsidR="006517D3" w:rsidRDefault="006517D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D05605F" w14:textId="77777777" w:rsidR="006517D3" w:rsidRDefault="006517D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32C5E7D" w14:textId="77777777" w:rsidR="006517D3" w:rsidRDefault="006517D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8116A9A" w14:textId="77777777" w:rsidR="006517D3" w:rsidRDefault="006517D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2E428BC" w14:textId="77777777" w:rsidR="006517D3" w:rsidRDefault="006517D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F8E3A9E" w14:textId="77777777" w:rsidR="006517D3" w:rsidRDefault="006517D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21BDCBC" w14:textId="77777777" w:rsidR="006517D3" w:rsidRDefault="006517D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EC407E5" w14:textId="77777777" w:rsidR="006517D3" w:rsidRDefault="006517D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7B04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404D1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65984"/>
    <w:rsid w:val="00471B29"/>
    <w:rsid w:val="0048284B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0398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17D3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808F3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1992"/>
    <w:rsid w:val="00B93EF0"/>
    <w:rsid w:val="00BC7F8D"/>
    <w:rsid w:val="00BD0B61"/>
    <w:rsid w:val="00BD66E9"/>
    <w:rsid w:val="00BD7E91"/>
    <w:rsid w:val="00C02D0A"/>
    <w:rsid w:val="00C03A6E"/>
    <w:rsid w:val="00C044EE"/>
    <w:rsid w:val="00C10F66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EE71F8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251</TotalTime>
  <Pages>8</Pages>
  <Words>1236</Words>
  <Characters>7295</Characters>
  <Application>Microsoft Office Word</Application>
  <DocSecurity>0</DocSecurity>
  <Lines>60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Kopecká Michaela, Bc.</cp:lastModifiedBy>
  <cp:revision>38</cp:revision>
  <cp:lastPrinted>2023-10-05T09:40:00Z</cp:lastPrinted>
  <dcterms:created xsi:type="dcterms:W3CDTF">2023-08-21T11:49:00Z</dcterms:created>
  <dcterms:modified xsi:type="dcterms:W3CDTF">2024-08-06T13:43:00Z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